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D2C834" w14:textId="74A1B31E" w:rsidR="00201AC2" w:rsidRPr="001A40E2" w:rsidRDefault="007B0683" w:rsidP="00201AC2">
      <w:pPr>
        <w:spacing w:after="180"/>
        <w:rPr>
          <w:b/>
          <w:sz w:val="44"/>
          <w:szCs w:val="44"/>
        </w:rPr>
      </w:pPr>
      <w:bookmarkStart w:id="0" w:name="_GoBack"/>
      <w:r>
        <w:rPr>
          <w:b/>
          <w:sz w:val="44"/>
          <w:szCs w:val="44"/>
        </w:rPr>
        <w:t>Type of nucleus</w:t>
      </w:r>
    </w:p>
    <w:bookmarkEnd w:id="0"/>
    <w:p w14:paraId="53F830A8" w14:textId="77777777" w:rsidR="00201AC2" w:rsidRPr="00201AC2" w:rsidRDefault="00201AC2" w:rsidP="006F3279">
      <w:pPr>
        <w:spacing w:after="240"/>
        <w:rPr>
          <w:szCs w:val="18"/>
        </w:rPr>
      </w:pPr>
    </w:p>
    <w:p w14:paraId="269BFEE7" w14:textId="57D581A1" w:rsidR="007B0683" w:rsidRPr="00A57562" w:rsidRDefault="007B0683" w:rsidP="00A57562">
      <w:pPr>
        <w:spacing w:after="180"/>
      </w:pPr>
      <w:r>
        <w:t>The word nucleus is used to describe both part of an atom and part of a cell.</w:t>
      </w:r>
    </w:p>
    <w:p w14:paraId="498EB165" w14:textId="6E3DA7B1" w:rsidR="007B0683" w:rsidRPr="007E125E" w:rsidRDefault="007B0683" w:rsidP="007B0683">
      <w:pPr>
        <w:spacing w:after="180"/>
        <w:rPr>
          <w:szCs w:val="18"/>
        </w:rPr>
      </w:pPr>
      <w:r>
        <w:rPr>
          <w:i/>
          <w:iCs/>
          <w:szCs w:val="18"/>
        </w:rPr>
        <w:t>Fill in the gaps to complete the sentences.</w:t>
      </w:r>
    </w:p>
    <w:p w14:paraId="0238427E" w14:textId="5CD3A388" w:rsidR="007B0683" w:rsidRPr="00201AC2" w:rsidRDefault="007B0683" w:rsidP="007B0683">
      <w:pPr>
        <w:spacing w:after="240"/>
        <w:rPr>
          <w:szCs w:val="18"/>
        </w:rPr>
      </w:pPr>
      <w:r w:rsidRPr="007E125E">
        <w:rPr>
          <w:i/>
          <w:iCs/>
          <w:szCs w:val="18"/>
        </w:rPr>
        <w:t xml:space="preserve">You should only use the words </w:t>
      </w:r>
      <w:r>
        <w:rPr>
          <w:b/>
          <w:bCs/>
          <w:i/>
          <w:iCs/>
          <w:sz w:val="28"/>
          <w:szCs w:val="28"/>
        </w:rPr>
        <w:t>atomic</w:t>
      </w:r>
      <w:r w:rsidRPr="007E125E">
        <w:rPr>
          <w:i/>
          <w:iCs/>
          <w:szCs w:val="18"/>
        </w:rPr>
        <w:t xml:space="preserve"> and </w:t>
      </w:r>
      <w:r>
        <w:rPr>
          <w:b/>
          <w:bCs/>
          <w:i/>
          <w:iCs/>
          <w:sz w:val="28"/>
          <w:szCs w:val="28"/>
        </w:rPr>
        <w:t>cell.</w:t>
      </w:r>
    </w:p>
    <w:p w14:paraId="08E46922" w14:textId="458F66C4" w:rsidR="007B0683" w:rsidRDefault="007B0683" w:rsidP="007B0683">
      <w:pPr>
        <w:spacing w:after="240" w:line="288" w:lineRule="auto"/>
        <w:rPr>
          <w:sz w:val="32"/>
          <w:szCs w:val="32"/>
        </w:rPr>
      </w:pPr>
      <w:r>
        <w:rPr>
          <w:sz w:val="32"/>
          <w:szCs w:val="32"/>
        </w:rPr>
        <w:t>A/An ______ nucleus contains DNA (genetic material).</w:t>
      </w:r>
    </w:p>
    <w:p w14:paraId="63C251BC" w14:textId="354451F7" w:rsidR="004A744F" w:rsidRDefault="004A744F" w:rsidP="004A744F">
      <w:pPr>
        <w:spacing w:after="240" w:line="288" w:lineRule="auto"/>
        <w:rPr>
          <w:sz w:val="32"/>
          <w:szCs w:val="32"/>
        </w:rPr>
      </w:pPr>
      <w:r>
        <w:rPr>
          <w:sz w:val="32"/>
          <w:szCs w:val="32"/>
        </w:rPr>
        <w:t xml:space="preserve">A/An _____ nucleus </w:t>
      </w:r>
      <w:r w:rsidR="00A57562">
        <w:rPr>
          <w:sz w:val="32"/>
          <w:szCs w:val="32"/>
        </w:rPr>
        <w:t>is made up of protons and neutrons only.</w:t>
      </w:r>
    </w:p>
    <w:p w14:paraId="39D5A28D" w14:textId="648BF3BB" w:rsidR="007B0683" w:rsidRDefault="007B0683" w:rsidP="007B0683">
      <w:pPr>
        <w:spacing w:after="240" w:line="288" w:lineRule="auto"/>
        <w:rPr>
          <w:sz w:val="32"/>
          <w:szCs w:val="32"/>
        </w:rPr>
      </w:pPr>
      <w:r>
        <w:rPr>
          <w:sz w:val="32"/>
          <w:szCs w:val="32"/>
        </w:rPr>
        <w:t>A/An ______ nucleus is surrounded by cytoplasm.</w:t>
      </w:r>
    </w:p>
    <w:p w14:paraId="6EC4E1A6" w14:textId="483E30C2" w:rsidR="007B0683" w:rsidRDefault="007B0683" w:rsidP="007B0683">
      <w:pPr>
        <w:spacing w:after="240" w:line="288" w:lineRule="auto"/>
        <w:rPr>
          <w:sz w:val="32"/>
          <w:szCs w:val="32"/>
        </w:rPr>
      </w:pPr>
      <w:r>
        <w:rPr>
          <w:sz w:val="32"/>
          <w:szCs w:val="32"/>
        </w:rPr>
        <w:t>A/An _____ nucleus cannot be seen through even a very powerful microscope.</w:t>
      </w:r>
    </w:p>
    <w:p w14:paraId="2B743B19" w14:textId="2EDFE999" w:rsidR="007B0683" w:rsidRPr="007B0683" w:rsidRDefault="007B0683" w:rsidP="007B0683">
      <w:pPr>
        <w:spacing w:after="240" w:line="288" w:lineRule="auto"/>
        <w:rPr>
          <w:sz w:val="32"/>
          <w:szCs w:val="32"/>
        </w:rPr>
      </w:pPr>
      <w:r>
        <w:rPr>
          <w:sz w:val="32"/>
          <w:szCs w:val="32"/>
        </w:rPr>
        <w:t xml:space="preserve">A/An _____nucleus </w:t>
      </w:r>
      <w:r w:rsidR="00A57562">
        <w:rPr>
          <w:sz w:val="32"/>
          <w:szCs w:val="32"/>
        </w:rPr>
        <w:t>is much smaller than a/an ______ nucleus.</w:t>
      </w:r>
    </w:p>
    <w:p w14:paraId="66409805" w14:textId="77777777" w:rsidR="007B0683" w:rsidRPr="00201AC2" w:rsidRDefault="007B0683" w:rsidP="007B0683">
      <w:pPr>
        <w:spacing w:after="240"/>
        <w:rPr>
          <w:szCs w:val="18"/>
        </w:rPr>
        <w:sectPr w:rsidR="007B0683"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6B2940F9" w14:textId="07E8A400" w:rsidR="00915299" w:rsidRDefault="00915299" w:rsidP="00915299">
      <w:pPr>
        <w:tabs>
          <w:tab w:val="left" w:pos="1055"/>
        </w:tabs>
        <w:rPr>
          <w:szCs w:val="18"/>
        </w:rPr>
      </w:pPr>
    </w:p>
    <w:p w14:paraId="5BCCC18F" w14:textId="554EEBB1" w:rsidR="00287876" w:rsidRPr="006F3279" w:rsidRDefault="001C2E59" w:rsidP="006F3279">
      <w:pPr>
        <w:spacing w:after="240"/>
        <w:rPr>
          <w:i/>
          <w:sz w:val="18"/>
          <w:szCs w:val="18"/>
        </w:rPr>
      </w:pPr>
      <w:r>
        <w:rPr>
          <w:i/>
          <w:sz w:val="18"/>
          <w:szCs w:val="18"/>
        </w:rPr>
        <w:t>Chemistry</w:t>
      </w:r>
      <w:r w:rsidRPr="00CA4B46">
        <w:rPr>
          <w:i/>
          <w:sz w:val="18"/>
          <w:szCs w:val="18"/>
        </w:rPr>
        <w:t xml:space="preserve"> &gt; </w:t>
      </w:r>
      <w:r>
        <w:rPr>
          <w:i/>
          <w:sz w:val="18"/>
          <w:szCs w:val="18"/>
        </w:rPr>
        <w:t xml:space="preserve">Big idea </w:t>
      </w:r>
      <w:r w:rsidR="00915299">
        <w:rPr>
          <w:i/>
          <w:sz w:val="18"/>
          <w:szCs w:val="18"/>
        </w:rPr>
        <w:t>CPS: Particles and structure</w:t>
      </w:r>
      <w:r>
        <w:rPr>
          <w:i/>
          <w:sz w:val="18"/>
          <w:szCs w:val="18"/>
        </w:rPr>
        <w:t xml:space="preserve"> &gt; Topic </w:t>
      </w:r>
      <w:r w:rsidR="00915299">
        <w:rPr>
          <w:i/>
          <w:sz w:val="18"/>
          <w:szCs w:val="18"/>
        </w:rPr>
        <w:t>CPS6: Periodic Table</w:t>
      </w:r>
      <w:r w:rsidRPr="00CA4B46">
        <w:rPr>
          <w:i/>
          <w:sz w:val="18"/>
          <w:szCs w:val="18"/>
        </w:rPr>
        <w:t xml:space="preserve"> &gt; </w:t>
      </w:r>
      <w:r>
        <w:rPr>
          <w:i/>
          <w:sz w:val="18"/>
          <w:szCs w:val="18"/>
        </w:rPr>
        <w:t>Key concept</w:t>
      </w:r>
      <w:r w:rsidRPr="00CA4B46">
        <w:rPr>
          <w:i/>
          <w:sz w:val="18"/>
          <w:szCs w:val="18"/>
        </w:rPr>
        <w:t xml:space="preserve"> </w:t>
      </w:r>
      <w:r w:rsidR="00915299">
        <w:rPr>
          <w:i/>
          <w:sz w:val="18"/>
          <w:szCs w:val="18"/>
        </w:rPr>
        <w:t>CPS6.1: Atomic model</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D68E886" w14:textId="77777777" w:rsidTr="001C2E59">
        <w:tc>
          <w:tcPr>
            <w:tcW w:w="12021" w:type="dxa"/>
            <w:shd w:val="clear" w:color="auto" w:fill="FABF8F" w:themeFill="accent6" w:themeFillTint="99"/>
          </w:tcPr>
          <w:p w14:paraId="592A78CB"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2DD4A9AF" w14:textId="77777777" w:rsidTr="001C2E59">
        <w:tc>
          <w:tcPr>
            <w:tcW w:w="12021" w:type="dxa"/>
            <w:shd w:val="clear" w:color="auto" w:fill="FBD4B4" w:themeFill="accent6" w:themeFillTint="66"/>
          </w:tcPr>
          <w:p w14:paraId="4CAD4248" w14:textId="2065807C" w:rsidR="006F3279" w:rsidRPr="00CA4B46" w:rsidRDefault="00915299" w:rsidP="006F3279">
            <w:pPr>
              <w:spacing w:after="60"/>
              <w:ind w:left="1304"/>
              <w:rPr>
                <w:b/>
                <w:sz w:val="40"/>
                <w:szCs w:val="40"/>
              </w:rPr>
            </w:pPr>
            <w:r>
              <w:rPr>
                <w:b/>
                <w:sz w:val="40"/>
                <w:szCs w:val="40"/>
              </w:rPr>
              <w:t>Type of nucleus</w:t>
            </w:r>
          </w:p>
        </w:tc>
      </w:tr>
    </w:tbl>
    <w:p w14:paraId="527E7D22" w14:textId="77777777" w:rsidR="006F3279" w:rsidRDefault="006F3279" w:rsidP="00E172C6">
      <w:pPr>
        <w:spacing w:after="180"/>
        <w:rPr>
          <w:b/>
        </w:rPr>
      </w:pPr>
    </w:p>
    <w:p w14:paraId="59936408"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2FDC437C" w14:textId="77777777" w:rsidTr="003F16F9">
        <w:trPr>
          <w:trHeight w:val="340"/>
        </w:trPr>
        <w:tc>
          <w:tcPr>
            <w:tcW w:w="2196" w:type="dxa"/>
          </w:tcPr>
          <w:p w14:paraId="06716937" w14:textId="77777777" w:rsidR="006A320F" w:rsidRDefault="006A320F" w:rsidP="006A320F">
            <w:pPr>
              <w:spacing w:before="60" w:after="60"/>
            </w:pPr>
            <w:r>
              <w:t>Learning objective:</w:t>
            </w:r>
          </w:p>
        </w:tc>
        <w:tc>
          <w:tcPr>
            <w:tcW w:w="6820" w:type="dxa"/>
          </w:tcPr>
          <w:p w14:paraId="47DE2272" w14:textId="771CEE06" w:rsidR="006A320F" w:rsidRDefault="00985206" w:rsidP="006A320F">
            <w:pPr>
              <w:spacing w:before="60" w:after="60"/>
            </w:pPr>
            <w:r>
              <w:t>The structure of an atom may be represented by an atomic model.</w:t>
            </w:r>
          </w:p>
        </w:tc>
      </w:tr>
      <w:tr w:rsidR="006A320F" w14:paraId="4D545242" w14:textId="77777777" w:rsidTr="003F16F9">
        <w:trPr>
          <w:trHeight w:val="340"/>
        </w:trPr>
        <w:tc>
          <w:tcPr>
            <w:tcW w:w="2196" w:type="dxa"/>
          </w:tcPr>
          <w:p w14:paraId="3015BE3F" w14:textId="77777777" w:rsidR="006A320F" w:rsidRDefault="006A320F" w:rsidP="006A320F">
            <w:pPr>
              <w:spacing w:before="60" w:after="60"/>
            </w:pPr>
            <w:r>
              <w:t>Observable learning outcome:</w:t>
            </w:r>
          </w:p>
        </w:tc>
        <w:tc>
          <w:tcPr>
            <w:tcW w:w="6820" w:type="dxa"/>
          </w:tcPr>
          <w:p w14:paraId="4D303454" w14:textId="2C79EF9F" w:rsidR="006A320F" w:rsidRPr="00A50C9C" w:rsidRDefault="00915299" w:rsidP="006A320F">
            <w:pPr>
              <w:spacing w:before="60" w:after="60"/>
              <w:rPr>
                <w:b/>
              </w:rPr>
            </w:pPr>
            <w:r>
              <w:t>Distinguish the nucleus of an atom from the nucleus of a cell.</w:t>
            </w:r>
          </w:p>
        </w:tc>
      </w:tr>
      <w:tr w:rsidR="006A320F" w14:paraId="296233B4" w14:textId="77777777" w:rsidTr="003F16F9">
        <w:trPr>
          <w:trHeight w:val="340"/>
        </w:trPr>
        <w:tc>
          <w:tcPr>
            <w:tcW w:w="2196" w:type="dxa"/>
          </w:tcPr>
          <w:p w14:paraId="36E47C5A" w14:textId="77777777" w:rsidR="006A320F" w:rsidRDefault="00E03772" w:rsidP="006A320F">
            <w:pPr>
              <w:spacing w:before="60" w:after="60"/>
            </w:pPr>
            <w:r>
              <w:t>Activity</w:t>
            </w:r>
            <w:r w:rsidR="006A320F">
              <w:t xml:space="preserve"> type:</w:t>
            </w:r>
          </w:p>
        </w:tc>
        <w:tc>
          <w:tcPr>
            <w:tcW w:w="6820" w:type="dxa"/>
          </w:tcPr>
          <w:p w14:paraId="76836262" w14:textId="246A02DB" w:rsidR="006A320F" w:rsidRDefault="005F07A7" w:rsidP="006A320F">
            <w:pPr>
              <w:spacing w:before="60" w:after="60"/>
            </w:pPr>
            <w:r>
              <w:t>Focused cloze</w:t>
            </w:r>
          </w:p>
        </w:tc>
      </w:tr>
      <w:tr w:rsidR="006A320F" w14:paraId="1E9B30CF" w14:textId="77777777" w:rsidTr="003F16F9">
        <w:trPr>
          <w:trHeight w:val="340"/>
        </w:trPr>
        <w:tc>
          <w:tcPr>
            <w:tcW w:w="2196" w:type="dxa"/>
          </w:tcPr>
          <w:p w14:paraId="37663BA9" w14:textId="77777777" w:rsidR="006A320F" w:rsidRDefault="006A320F" w:rsidP="006A320F">
            <w:pPr>
              <w:spacing w:before="60" w:after="60"/>
            </w:pPr>
            <w:r>
              <w:t>Key words:</w:t>
            </w:r>
          </w:p>
        </w:tc>
        <w:tc>
          <w:tcPr>
            <w:tcW w:w="6820" w:type="dxa"/>
            <w:tcBorders>
              <w:bottom w:val="dotted" w:sz="4" w:space="0" w:color="auto"/>
            </w:tcBorders>
          </w:tcPr>
          <w:p w14:paraId="680B8FDE" w14:textId="22E81C92" w:rsidR="006A320F" w:rsidRDefault="005F07A7" w:rsidP="006A320F">
            <w:pPr>
              <w:spacing w:before="60" w:after="60"/>
            </w:pPr>
            <w:r>
              <w:t>atom, cell, nucleus</w:t>
            </w:r>
          </w:p>
        </w:tc>
      </w:tr>
    </w:tbl>
    <w:p w14:paraId="42AC4406" w14:textId="77777777" w:rsidR="00E172C6" w:rsidRDefault="00E172C6" w:rsidP="00E172C6">
      <w:pPr>
        <w:spacing w:after="180"/>
      </w:pPr>
    </w:p>
    <w:p w14:paraId="65BA7750" w14:textId="565A1D42" w:rsidR="006A320F" w:rsidRDefault="006A320F" w:rsidP="006A320F">
      <w:pPr>
        <w:spacing w:after="180"/>
      </w:pPr>
      <w:r>
        <w:t xml:space="preserve">This activity can help develop students’ understanding by addressing the </w:t>
      </w:r>
      <w:r w:rsidR="00985206">
        <w:t>misunderstandings</w:t>
      </w:r>
      <w:r>
        <w:t xml:space="preserve"> revealed by the following diagnostic question</w:t>
      </w:r>
      <w:r w:rsidR="005F07A7">
        <w:t>:</w:t>
      </w:r>
    </w:p>
    <w:p w14:paraId="3D802FCC" w14:textId="296491B0" w:rsidR="00456227" w:rsidRPr="00A6111E" w:rsidRDefault="005F07A7" w:rsidP="00456227">
      <w:pPr>
        <w:pStyle w:val="ListParagraph"/>
        <w:numPr>
          <w:ilvl w:val="0"/>
          <w:numId w:val="1"/>
        </w:numPr>
        <w:spacing w:after="180"/>
      </w:pPr>
      <w:r>
        <w:t>Nucleus</w:t>
      </w:r>
    </w:p>
    <w:p w14:paraId="2072EC88" w14:textId="77777777" w:rsidR="00F72ECC" w:rsidRDefault="00F72ECC" w:rsidP="00F72ECC"/>
    <w:p w14:paraId="73E8ED5A"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59048C0C" w14:textId="04DD5F2A" w:rsidR="005F07A7" w:rsidRDefault="005F07A7" w:rsidP="005F07A7">
      <w:pPr>
        <w:spacing w:after="180"/>
      </w:pPr>
      <w:r>
        <w:t xml:space="preserve">A research study </w:t>
      </w:r>
      <w:r>
        <w:fldChar w:fldCharType="begin"/>
      </w:r>
      <w:r>
        <w:instrText xml:space="preserve"> ADDIN EN.CITE &lt;EndNote&gt;&lt;Cite&gt;&lt;Author&gt;Harrison&lt;/Author&gt;&lt;Year&gt;1996&lt;/Year&gt;&lt;IDText&gt;Secondary students&amp;apos; mental models of atoms and moelcules: Implications for teaching chemistry&lt;/IDText&gt;&lt;DisplayText&gt;(Harrison and Treagust, 1996)&lt;/DisplayText&gt;&lt;record&gt;&lt;titles&gt;&lt;title&gt;Secondary students&amp;apos; mental models of atoms and moelcules: Implications for teaching chemistry&lt;/title&gt;&lt;secondary-title&gt;Science Education&lt;/secondary-title&gt;&lt;/titles&gt;&lt;pages&gt;509-534&lt;/pages&gt;&lt;number&gt;5&lt;/number&gt;&lt;contributors&gt;&lt;authors&gt;&lt;author&gt;Harrison, Allan G.&lt;/author&gt;&lt;author&gt;Treagust, David F.&lt;/author&gt;&lt;/authors&gt;&lt;/contributors&gt;&lt;added-date format="utc"&gt;1565366135&lt;/added-date&gt;&lt;ref-type name="Journal Article"&gt;17&lt;/ref-type&gt;&lt;dates&gt;&lt;year&gt;1996&lt;/year&gt;&lt;/dates&gt;&lt;rec-number&gt;64&lt;/rec-number&gt;&lt;last-updated-date format="utc"&gt;1565366260&lt;/last-updated-date&gt;&lt;volume&gt;80&lt;/volume&gt;&lt;/record&gt;&lt;/Cite&gt;&lt;/EndNote&gt;</w:instrText>
      </w:r>
      <w:r>
        <w:fldChar w:fldCharType="separate"/>
      </w:r>
      <w:r>
        <w:rPr>
          <w:noProof/>
        </w:rPr>
        <w:t>(Harrison and Treagust, 1996)</w:t>
      </w:r>
      <w:r>
        <w:fldChar w:fldCharType="end"/>
      </w:r>
      <w:r>
        <w:t xml:space="preserve"> interviewed students about their mental models of atoms. </w:t>
      </w:r>
      <w:bookmarkStart w:id="1" w:name="_Hlk22113442"/>
      <w:r>
        <w:t xml:space="preserve">A surprising finding was that a small number of students considered </w:t>
      </w:r>
      <w:r w:rsidR="00985206">
        <w:t xml:space="preserve">an </w:t>
      </w:r>
      <w:r>
        <w:t xml:space="preserve">atom to be alive and even thought </w:t>
      </w:r>
      <w:r w:rsidR="00985206">
        <w:t>that an atom</w:t>
      </w:r>
      <w:r>
        <w:t xml:space="preserve"> could reproduce. </w:t>
      </w:r>
      <w:bookmarkEnd w:id="1"/>
      <w:r>
        <w:t>It was thought that this substantial misunderstanding may have arisen from confusion when the term nucleus was introduced as forming part of the structure of an atom. Students may have applied previous understanding about the role of the nucleus in a cell.</w:t>
      </w:r>
    </w:p>
    <w:p w14:paraId="2CFA96EC"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4EE76B08" w14:textId="77777777" w:rsidR="005F07A7" w:rsidRDefault="005F07A7" w:rsidP="005F07A7">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w:t>
      </w:r>
    </w:p>
    <w:p w14:paraId="1F01F989" w14:textId="77777777" w:rsidR="005F07A7" w:rsidRDefault="005F07A7" w:rsidP="005F07A7">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  </w:t>
      </w:r>
    </w:p>
    <w:p w14:paraId="29CEB844" w14:textId="77777777" w:rsidR="005F07A7" w:rsidRPr="00816065" w:rsidRDefault="005F07A7" w:rsidP="005F07A7">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7A7FC4B8" w14:textId="77777777" w:rsidR="005F07A7" w:rsidRDefault="005F07A7" w:rsidP="005F07A7">
      <w:pPr>
        <w:spacing w:after="180"/>
        <w:rPr>
          <w:rFonts w:cstheme="minorHAnsi"/>
          <w:i/>
        </w:rPr>
      </w:pPr>
      <w:r w:rsidRPr="00AE7928">
        <w:rPr>
          <w:rFonts w:cstheme="minorHAnsi"/>
          <w:i/>
        </w:rPr>
        <w:t>Differentiation</w:t>
      </w:r>
    </w:p>
    <w:p w14:paraId="12AAB3A5" w14:textId="7326F88E" w:rsidR="005F07A7" w:rsidRPr="00767704" w:rsidRDefault="005F07A7" w:rsidP="005F07A7">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  In some situations</w:t>
      </w:r>
      <w:r w:rsidR="004A744F">
        <w:rPr>
          <w:rFonts w:cstheme="minorHAnsi"/>
        </w:rPr>
        <w:t>,</w:t>
      </w:r>
      <w:r w:rsidRPr="00AE7928">
        <w:rPr>
          <w:rFonts w:cstheme="minorHAnsi"/>
        </w:rPr>
        <w:t xml:space="preserve"> it may be more appropriate for a teaching assistant to read for one or two students.</w:t>
      </w:r>
    </w:p>
    <w:p w14:paraId="36B1CB6C"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64D05B4B" w14:textId="2C6EDABF" w:rsidR="00A57562" w:rsidRPr="00A57562" w:rsidRDefault="00A57562" w:rsidP="00A57562">
      <w:pPr>
        <w:spacing w:after="240" w:line="288" w:lineRule="auto"/>
        <w:rPr>
          <w:rFonts w:cstheme="minorHAnsi"/>
        </w:rPr>
      </w:pPr>
      <w:r w:rsidRPr="00A57562">
        <w:rPr>
          <w:rFonts w:cstheme="minorHAnsi"/>
        </w:rPr>
        <w:t>A</w:t>
      </w:r>
      <w:r>
        <w:rPr>
          <w:rFonts w:cstheme="minorHAnsi"/>
        </w:rPr>
        <w:t xml:space="preserve"> </w:t>
      </w:r>
      <w:r w:rsidRPr="00A57562">
        <w:rPr>
          <w:rFonts w:cstheme="minorHAnsi"/>
          <w:b/>
          <w:bCs/>
        </w:rPr>
        <w:t>cell</w:t>
      </w:r>
      <w:r w:rsidRPr="00A57562">
        <w:rPr>
          <w:rFonts w:cstheme="minorHAnsi"/>
          <w:b/>
          <w:bCs/>
        </w:rPr>
        <w:t xml:space="preserve"> </w:t>
      </w:r>
      <w:r w:rsidRPr="00A57562">
        <w:rPr>
          <w:rFonts w:cstheme="minorHAnsi"/>
        </w:rPr>
        <w:t>nucleus contains DNA (genetic material).</w:t>
      </w:r>
    </w:p>
    <w:p w14:paraId="284B4855" w14:textId="7A680D24" w:rsidR="00A57562" w:rsidRPr="00A57562" w:rsidRDefault="00A57562" w:rsidP="00A57562">
      <w:pPr>
        <w:spacing w:after="240" w:line="288" w:lineRule="auto"/>
        <w:rPr>
          <w:rFonts w:cstheme="minorHAnsi"/>
        </w:rPr>
      </w:pPr>
      <w:r>
        <w:rPr>
          <w:rFonts w:cstheme="minorHAnsi"/>
        </w:rPr>
        <w:t xml:space="preserve">An </w:t>
      </w:r>
      <w:r w:rsidRPr="00A57562">
        <w:rPr>
          <w:rFonts w:cstheme="minorHAnsi"/>
          <w:b/>
          <w:bCs/>
        </w:rPr>
        <w:t>atomic</w:t>
      </w:r>
      <w:r w:rsidRPr="00A57562">
        <w:rPr>
          <w:rFonts w:cstheme="minorHAnsi"/>
        </w:rPr>
        <w:t xml:space="preserve"> nucleus </w:t>
      </w:r>
      <w:r>
        <w:rPr>
          <w:rFonts w:cstheme="minorHAnsi"/>
        </w:rPr>
        <w:t xml:space="preserve">is </w:t>
      </w:r>
      <w:r w:rsidRPr="00A57562">
        <w:rPr>
          <w:rFonts w:cstheme="minorHAnsi"/>
        </w:rPr>
        <w:t>made up of protons and neutrons only.</w:t>
      </w:r>
    </w:p>
    <w:p w14:paraId="6B229C06" w14:textId="22063935" w:rsidR="00A57562" w:rsidRPr="00A57562" w:rsidRDefault="00A57562" w:rsidP="00A57562">
      <w:pPr>
        <w:spacing w:after="240" w:line="288" w:lineRule="auto"/>
        <w:rPr>
          <w:rFonts w:cstheme="minorHAnsi"/>
        </w:rPr>
      </w:pPr>
      <w:r>
        <w:rPr>
          <w:rFonts w:cstheme="minorHAnsi"/>
        </w:rPr>
        <w:t xml:space="preserve">A </w:t>
      </w:r>
      <w:r w:rsidRPr="00A57562">
        <w:rPr>
          <w:rFonts w:cstheme="minorHAnsi"/>
          <w:b/>
          <w:bCs/>
        </w:rPr>
        <w:t>cell</w:t>
      </w:r>
      <w:r w:rsidRPr="00A57562">
        <w:rPr>
          <w:rFonts w:cstheme="minorHAnsi"/>
          <w:b/>
          <w:bCs/>
        </w:rPr>
        <w:t xml:space="preserve"> </w:t>
      </w:r>
      <w:r w:rsidRPr="00A57562">
        <w:rPr>
          <w:rFonts w:cstheme="minorHAnsi"/>
        </w:rPr>
        <w:t>nucleus is surrounded by cytoplasm.</w:t>
      </w:r>
    </w:p>
    <w:p w14:paraId="29C88665" w14:textId="45652F69" w:rsidR="00A57562" w:rsidRPr="00A57562" w:rsidRDefault="00A57562" w:rsidP="00A57562">
      <w:pPr>
        <w:spacing w:after="240" w:line="288" w:lineRule="auto"/>
        <w:rPr>
          <w:rFonts w:cstheme="minorHAnsi"/>
        </w:rPr>
      </w:pPr>
      <w:r>
        <w:rPr>
          <w:rFonts w:cstheme="minorHAnsi"/>
        </w:rPr>
        <w:t xml:space="preserve">An </w:t>
      </w:r>
      <w:r w:rsidRPr="00A57562">
        <w:rPr>
          <w:rFonts w:cstheme="minorHAnsi"/>
          <w:b/>
          <w:bCs/>
        </w:rPr>
        <w:t>atomic</w:t>
      </w:r>
      <w:r w:rsidRPr="00A57562">
        <w:rPr>
          <w:rFonts w:cstheme="minorHAnsi"/>
          <w:b/>
          <w:bCs/>
        </w:rPr>
        <w:t xml:space="preserve"> </w:t>
      </w:r>
      <w:r w:rsidRPr="00A57562">
        <w:rPr>
          <w:rFonts w:cstheme="minorHAnsi"/>
        </w:rPr>
        <w:t>nucleus cannot be seen through even a very powerful microscope.</w:t>
      </w:r>
    </w:p>
    <w:p w14:paraId="0CD8A00B" w14:textId="528F2043" w:rsidR="00A57562" w:rsidRPr="00A57562" w:rsidRDefault="00A57562" w:rsidP="00A57562">
      <w:pPr>
        <w:spacing w:after="240" w:line="288" w:lineRule="auto"/>
        <w:rPr>
          <w:rFonts w:cstheme="minorHAnsi"/>
        </w:rPr>
      </w:pPr>
      <w:r>
        <w:rPr>
          <w:rFonts w:cstheme="minorHAnsi"/>
        </w:rPr>
        <w:t xml:space="preserve">An </w:t>
      </w:r>
      <w:r w:rsidRPr="00A57562">
        <w:rPr>
          <w:rFonts w:cstheme="minorHAnsi"/>
          <w:b/>
          <w:bCs/>
        </w:rPr>
        <w:t>atomic</w:t>
      </w:r>
      <w:r>
        <w:rPr>
          <w:rFonts w:cstheme="minorHAnsi"/>
        </w:rPr>
        <w:t xml:space="preserve"> </w:t>
      </w:r>
      <w:r w:rsidRPr="00A57562">
        <w:rPr>
          <w:rFonts w:cstheme="minorHAnsi"/>
        </w:rPr>
        <w:t xml:space="preserve">nucleus is much smaller than </w:t>
      </w:r>
      <w:r>
        <w:rPr>
          <w:rFonts w:cstheme="minorHAnsi"/>
        </w:rPr>
        <w:t xml:space="preserve">a </w:t>
      </w:r>
      <w:r w:rsidRPr="00A57562">
        <w:rPr>
          <w:rFonts w:cstheme="minorHAnsi"/>
          <w:b/>
          <w:bCs/>
        </w:rPr>
        <w:t>cell</w:t>
      </w:r>
      <w:r w:rsidRPr="00A57562">
        <w:rPr>
          <w:rFonts w:cstheme="minorHAnsi"/>
        </w:rPr>
        <w:t xml:space="preserve"> nucleus.</w:t>
      </w:r>
    </w:p>
    <w:p w14:paraId="6AF3CEE5"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265514BD" w14:textId="5EAF7234" w:rsidR="00D278E8" w:rsidRDefault="00D278E8" w:rsidP="00E172C6">
      <w:pPr>
        <w:spacing w:after="180"/>
      </w:pPr>
      <w:r>
        <w:t xml:space="preserve">Developed </w:t>
      </w:r>
      <w:r w:rsidR="0015356E">
        <w:t xml:space="preserve">by </w:t>
      </w:r>
      <w:r w:rsidR="005F07A7">
        <w:t xml:space="preserve">Helen Harden </w:t>
      </w:r>
      <w:r w:rsidR="0015356E">
        <w:t>(UYSEG)</w:t>
      </w:r>
      <w:r w:rsidR="005F07A7">
        <w:t>.</w:t>
      </w:r>
    </w:p>
    <w:p w14:paraId="29095FB8" w14:textId="1E719B31" w:rsidR="00CC78A5" w:rsidRDefault="00D278E8" w:rsidP="00E172C6">
      <w:pPr>
        <w:spacing w:after="180"/>
      </w:pPr>
      <w:r w:rsidRPr="0045323E">
        <w:t xml:space="preserve">Images: </w:t>
      </w:r>
      <w:r w:rsidR="005F07A7">
        <w:t>None</w:t>
      </w:r>
    </w:p>
    <w:p w14:paraId="6BC45F7B" w14:textId="1B7871D9" w:rsidR="005F07A7" w:rsidRPr="002A0831" w:rsidRDefault="008D7667" w:rsidP="00026DEC">
      <w:pPr>
        <w:spacing w:after="180"/>
        <w:rPr>
          <w:b/>
          <w:color w:val="E36C0A" w:themeColor="accent6" w:themeShade="BF"/>
          <w:sz w:val="24"/>
        </w:rPr>
      </w:pPr>
      <w:r>
        <w:rPr>
          <w:b/>
          <w:color w:val="E36C0A" w:themeColor="accent6" w:themeShade="BF"/>
          <w:sz w:val="24"/>
        </w:rPr>
        <w:t>References</w:t>
      </w:r>
    </w:p>
    <w:p w14:paraId="58223726" w14:textId="77777777" w:rsidR="005F07A7" w:rsidRPr="005F07A7" w:rsidRDefault="005F07A7" w:rsidP="005F07A7">
      <w:pPr>
        <w:pStyle w:val="EndNoteBibliography"/>
      </w:pPr>
      <w:r>
        <w:fldChar w:fldCharType="begin"/>
      </w:r>
      <w:r>
        <w:instrText xml:space="preserve"> ADDIN EN.REFLIST </w:instrText>
      </w:r>
      <w:r>
        <w:fldChar w:fldCharType="separate"/>
      </w:r>
      <w:r w:rsidRPr="005F07A7">
        <w:t xml:space="preserve">Harrison, A. G. and Treagust, D. F. (1996). Secondary students' mental models of atoms and moelcules: Implications for teaching chemistry. </w:t>
      </w:r>
      <w:r w:rsidRPr="005F07A7">
        <w:rPr>
          <w:i/>
        </w:rPr>
        <w:t>Science Education,</w:t>
      </w:r>
      <w:r w:rsidRPr="005F07A7">
        <w:t xml:space="preserve"> 80(5)</w:t>
      </w:r>
      <w:r w:rsidRPr="005F07A7">
        <w:rPr>
          <w:b/>
        </w:rPr>
        <w:t>,</w:t>
      </w:r>
      <w:r w:rsidRPr="005F07A7">
        <w:t xml:space="preserve"> 509-534.</w:t>
      </w:r>
    </w:p>
    <w:p w14:paraId="782FB9DD" w14:textId="5AC524D0" w:rsidR="005E1205" w:rsidRPr="005E1205" w:rsidRDefault="005F07A7" w:rsidP="00026DEC">
      <w:pPr>
        <w:spacing w:after="180"/>
      </w:pPr>
      <w:r>
        <w:fldChar w:fldCharType="end"/>
      </w:r>
    </w:p>
    <w:sectPr w:rsidR="005E1205" w:rsidRPr="005E1205"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EF11D" w14:textId="77777777" w:rsidR="008A4F0F" w:rsidRDefault="008A4F0F" w:rsidP="000B473B">
      <w:r>
        <w:separator/>
      </w:r>
    </w:p>
  </w:endnote>
  <w:endnote w:type="continuationSeparator" w:id="0">
    <w:p w14:paraId="456EEE91" w14:textId="77777777" w:rsidR="008A4F0F" w:rsidRDefault="008A4F0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E4B53" w14:textId="77777777" w:rsidR="007B0683" w:rsidRDefault="007B0683"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7979E43A" wp14:editId="54357769">
              <wp:simplePos x="0" y="0"/>
              <wp:positionH relativeFrom="column">
                <wp:posOffset>-914400</wp:posOffset>
              </wp:positionH>
              <wp:positionV relativeFrom="paragraph">
                <wp:posOffset>-56515</wp:posOffset>
              </wp:positionV>
              <wp:extent cx="7570800" cy="0"/>
              <wp:effectExtent l="0" t="0" r="30480" b="1905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D5BD0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ABaHts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Pr>
        <w:noProof/>
      </w:rPr>
      <w:t>3</w:t>
    </w:r>
    <w:r>
      <w:rPr>
        <w:noProof/>
      </w:rPr>
      <w:fldChar w:fldCharType="end"/>
    </w:r>
  </w:p>
  <w:p w14:paraId="18FC64F4" w14:textId="77777777" w:rsidR="007B0683" w:rsidRDefault="007B0683"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25B9A827" w14:textId="77777777" w:rsidR="007B0683" w:rsidRPr="00201AC2" w:rsidRDefault="007B0683"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DAA3E" w14:textId="77777777" w:rsidR="008A4F0F" w:rsidRDefault="008A4F0F" w:rsidP="000B473B">
      <w:r>
        <w:separator/>
      </w:r>
    </w:p>
  </w:footnote>
  <w:footnote w:type="continuationSeparator" w:id="0">
    <w:p w14:paraId="50DE59BF" w14:textId="77777777" w:rsidR="008A4F0F" w:rsidRDefault="008A4F0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4E3C9" w14:textId="77777777" w:rsidR="007B0683" w:rsidRPr="004E5592" w:rsidRDefault="007B0683"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3D19A708" wp14:editId="1C29AF95">
          <wp:simplePos x="0" y="0"/>
          <wp:positionH relativeFrom="column">
            <wp:posOffset>-9525</wp:posOffset>
          </wp:positionH>
          <wp:positionV relativeFrom="paragraph">
            <wp:posOffset>-177165</wp:posOffset>
          </wp:positionV>
          <wp:extent cx="867600" cy="363600"/>
          <wp:effectExtent l="0" t="0" r="0" b="0"/>
          <wp:wrapNone/>
          <wp:docPr id="7"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06419A29" wp14:editId="1DC3BEC2">
              <wp:simplePos x="0" y="0"/>
              <wp:positionH relativeFrom="column">
                <wp:posOffset>-914400</wp:posOffset>
              </wp:positionH>
              <wp:positionV relativeFrom="paragraph">
                <wp:posOffset>269239</wp:posOffset>
              </wp:positionV>
              <wp:extent cx="7572375" cy="0"/>
              <wp:effectExtent l="0" t="0" r="9525"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2DB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6yx4yh8CAAA8BAAADgAAAAAAAAAAAAAAAAAuAgAAZHJzL2Uyb0RvYy54bWxQSwEC&#10;LQAUAAYACAAAACEABiBlItwAAAALAQAADwAAAAAAAAAAAAAAAAB5BAAAZHJzL2Rvd25yZXYueG1s&#10;UEsFBgAAAAAEAAQA8wAAAIIFA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636E2"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DF70CAD" wp14:editId="29AE095D">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4A9F753" wp14:editId="5781EA0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23EC0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E1C97"/>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A0831"/>
    <w:rsid w:val="002C22EA"/>
    <w:rsid w:val="002C59BA"/>
    <w:rsid w:val="002F41B2"/>
    <w:rsid w:val="00301AA9"/>
    <w:rsid w:val="003117F6"/>
    <w:rsid w:val="003533B8"/>
    <w:rsid w:val="003752BE"/>
    <w:rsid w:val="003A346A"/>
    <w:rsid w:val="003A50A4"/>
    <w:rsid w:val="003B2917"/>
    <w:rsid w:val="003B541B"/>
    <w:rsid w:val="003B5F37"/>
    <w:rsid w:val="003E2B2F"/>
    <w:rsid w:val="003E6046"/>
    <w:rsid w:val="003F16F9"/>
    <w:rsid w:val="00430C1F"/>
    <w:rsid w:val="00442595"/>
    <w:rsid w:val="0045323E"/>
    <w:rsid w:val="00456227"/>
    <w:rsid w:val="004A744F"/>
    <w:rsid w:val="004B0EE1"/>
    <w:rsid w:val="004D0D83"/>
    <w:rsid w:val="004E1DF1"/>
    <w:rsid w:val="004E5592"/>
    <w:rsid w:val="0050055B"/>
    <w:rsid w:val="00524710"/>
    <w:rsid w:val="00555342"/>
    <w:rsid w:val="005560E2"/>
    <w:rsid w:val="005A452E"/>
    <w:rsid w:val="005A6EE7"/>
    <w:rsid w:val="005E07F2"/>
    <w:rsid w:val="005E1205"/>
    <w:rsid w:val="005F07A7"/>
    <w:rsid w:val="005F1A7B"/>
    <w:rsid w:val="00626184"/>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B0683"/>
    <w:rsid w:val="007D1D65"/>
    <w:rsid w:val="007E0A9E"/>
    <w:rsid w:val="007E1C97"/>
    <w:rsid w:val="007E5309"/>
    <w:rsid w:val="00800DE1"/>
    <w:rsid w:val="00806B12"/>
    <w:rsid w:val="00813F47"/>
    <w:rsid w:val="008450D6"/>
    <w:rsid w:val="00856FCA"/>
    <w:rsid w:val="00873B8C"/>
    <w:rsid w:val="00880E3B"/>
    <w:rsid w:val="008A405F"/>
    <w:rsid w:val="008A4F0F"/>
    <w:rsid w:val="008C7F34"/>
    <w:rsid w:val="008D7667"/>
    <w:rsid w:val="008E580C"/>
    <w:rsid w:val="0090047A"/>
    <w:rsid w:val="00915299"/>
    <w:rsid w:val="009158ED"/>
    <w:rsid w:val="00925026"/>
    <w:rsid w:val="00931264"/>
    <w:rsid w:val="00942A4B"/>
    <w:rsid w:val="00952D04"/>
    <w:rsid w:val="00961D59"/>
    <w:rsid w:val="00985206"/>
    <w:rsid w:val="009B2D55"/>
    <w:rsid w:val="009C0343"/>
    <w:rsid w:val="009E0D11"/>
    <w:rsid w:val="00A24A16"/>
    <w:rsid w:val="00A37D14"/>
    <w:rsid w:val="00A57562"/>
    <w:rsid w:val="00A6111E"/>
    <w:rsid w:val="00A6168B"/>
    <w:rsid w:val="00A62028"/>
    <w:rsid w:val="00A73208"/>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715AB"/>
  <w15:docId w15:val="{08C7C1BB-B938-4111-B724-58A8D07A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F07A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F07A7"/>
    <w:rPr>
      <w:rFonts w:ascii="Calibri" w:hAnsi="Calibri" w:cs="Calibri"/>
      <w:noProof/>
      <w:lang w:val="en-US"/>
    </w:rPr>
  </w:style>
  <w:style w:type="paragraph" w:customStyle="1" w:styleId="EndNoteBibliography">
    <w:name w:val="EndNote Bibliography"/>
    <w:basedOn w:val="Normal"/>
    <w:link w:val="EndNoteBibliographyChar"/>
    <w:rsid w:val="005F07A7"/>
    <w:rPr>
      <w:rFonts w:ascii="Calibri" w:hAnsi="Calibri" w:cs="Calibri"/>
      <w:noProof/>
      <w:lang w:val="en-US"/>
    </w:rPr>
  </w:style>
  <w:style w:type="character" w:customStyle="1" w:styleId="EndNoteBibliographyChar">
    <w:name w:val="EndNote Bibliography Char"/>
    <w:basedOn w:val="DefaultParagraphFont"/>
    <w:link w:val="EndNoteBibliography"/>
    <w:rsid w:val="005F07A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83</TotalTime>
  <Pages>3</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2019-08-15T09:03:00Z</dcterms:created>
  <dcterms:modified xsi:type="dcterms:W3CDTF">2019-10-16T10:37:00Z</dcterms:modified>
</cp:coreProperties>
</file>